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AF" w:rsidRPr="006B373F" w:rsidRDefault="00F55FAF" w:rsidP="00841672">
      <w:pPr>
        <w:jc w:val="center"/>
        <w:outlineLvl w:val="0"/>
        <w:rPr>
          <w:sz w:val="28"/>
          <w:szCs w:val="28"/>
          <w:u w:val="single"/>
        </w:rPr>
      </w:pPr>
      <w:r w:rsidRPr="006B373F">
        <w:rPr>
          <w:sz w:val="28"/>
          <w:szCs w:val="28"/>
          <w:u w:val="single"/>
        </w:rPr>
        <w:t>OPSTF Report to ROS</w:t>
      </w:r>
    </w:p>
    <w:p w:rsidR="00F55FAF" w:rsidRDefault="00F55FAF" w:rsidP="001D64FC">
      <w:pPr>
        <w:rPr>
          <w:sz w:val="28"/>
          <w:szCs w:val="28"/>
        </w:rPr>
      </w:pPr>
      <w:r w:rsidRPr="005220FE">
        <w:rPr>
          <w:sz w:val="28"/>
          <w:szCs w:val="28"/>
        </w:rPr>
        <w:tab/>
        <w:t xml:space="preserve">The OPSTF met on Wednesday, </w:t>
      </w:r>
      <w:r>
        <w:rPr>
          <w:sz w:val="28"/>
          <w:szCs w:val="28"/>
        </w:rPr>
        <w:t>January 16</w:t>
      </w:r>
      <w:r w:rsidRPr="005220FE">
        <w:rPr>
          <w:sz w:val="28"/>
          <w:szCs w:val="28"/>
        </w:rPr>
        <w:t xml:space="preserve"> at the </w:t>
      </w:r>
      <w:smartTag w:uri="urn:schemas-microsoft-com:office:smarttags" w:element="PlaceName">
        <w:r w:rsidRPr="005220FE">
          <w:rPr>
            <w:sz w:val="28"/>
            <w:szCs w:val="28"/>
          </w:rPr>
          <w:t>ERCOT</w:t>
        </w:r>
      </w:smartTag>
      <w:r w:rsidRPr="005220FE">
        <w:rPr>
          <w:sz w:val="28"/>
          <w:szCs w:val="28"/>
        </w:rPr>
        <w:t xml:space="preserve"> </w:t>
      </w:r>
      <w:smartTag w:uri="urn:schemas-microsoft-com:office:smarttags" w:element="PlaceName">
        <w:r w:rsidRPr="005220FE">
          <w:rPr>
            <w:sz w:val="28"/>
            <w:szCs w:val="28"/>
          </w:rPr>
          <w:t>Met</w:t>
        </w:r>
      </w:smartTag>
      <w:r w:rsidRPr="005220FE">
        <w:rPr>
          <w:sz w:val="28"/>
          <w:szCs w:val="28"/>
        </w:rPr>
        <w:t xml:space="preserve"> </w:t>
      </w:r>
      <w:smartTag w:uri="urn:schemas-microsoft-com:office:smarttags" w:element="PlaceType">
        <w:r w:rsidRPr="005220FE">
          <w:rPr>
            <w:sz w:val="28"/>
            <w:szCs w:val="28"/>
          </w:rPr>
          <w:t>Center</w:t>
        </w:r>
      </w:smartTag>
      <w:r w:rsidRPr="005220FE">
        <w:rPr>
          <w:sz w:val="28"/>
          <w:szCs w:val="28"/>
        </w:rPr>
        <w:t xml:space="preserve"> offices in </w:t>
      </w:r>
      <w:smartTag w:uri="urn:schemas-microsoft-com:office:smarttags" w:element="City">
        <w:smartTag w:uri="urn:schemas-microsoft-com:office:smarttags" w:element="place">
          <w:r w:rsidRPr="005220FE">
            <w:rPr>
              <w:sz w:val="28"/>
              <w:szCs w:val="28"/>
            </w:rPr>
            <w:t>Austin</w:t>
          </w:r>
        </w:smartTag>
      </w:smartTag>
      <w:r w:rsidRPr="005220FE">
        <w:rPr>
          <w:sz w:val="28"/>
          <w:szCs w:val="28"/>
        </w:rPr>
        <w:t xml:space="preserve">. </w:t>
      </w:r>
      <w:bookmarkStart w:id="0" w:name="_GoBack"/>
      <w:bookmarkEnd w:id="0"/>
      <w:r w:rsidRPr="005220FE">
        <w:rPr>
          <w:sz w:val="28"/>
          <w:szCs w:val="28"/>
        </w:rPr>
        <w:t xml:space="preserve">  The task force reviewed </w:t>
      </w:r>
      <w:r>
        <w:rPr>
          <w:sz w:val="28"/>
          <w:szCs w:val="28"/>
        </w:rPr>
        <w:t xml:space="preserve">the attached </w:t>
      </w:r>
      <w:r w:rsidRPr="005220FE">
        <w:rPr>
          <w:sz w:val="28"/>
          <w:szCs w:val="28"/>
        </w:rPr>
        <w:t>Issues</w:t>
      </w:r>
      <w:r>
        <w:rPr>
          <w:sz w:val="28"/>
          <w:szCs w:val="28"/>
        </w:rPr>
        <w:t xml:space="preserve"> List Matrix which</w:t>
      </w:r>
      <w:r w:rsidRPr="005220FE">
        <w:rPr>
          <w:sz w:val="28"/>
          <w:szCs w:val="28"/>
        </w:rPr>
        <w:t xml:space="preserve"> provides </w:t>
      </w:r>
      <w:r>
        <w:rPr>
          <w:sz w:val="28"/>
          <w:szCs w:val="28"/>
        </w:rPr>
        <w:t>the status of</w:t>
      </w:r>
      <w:r w:rsidRPr="005220FE">
        <w:rPr>
          <w:sz w:val="28"/>
          <w:szCs w:val="28"/>
        </w:rPr>
        <w:t xml:space="preserve"> each sub-issue associated with the thirteen main issues.</w:t>
      </w:r>
      <w:r>
        <w:rPr>
          <w:sz w:val="28"/>
          <w:szCs w:val="28"/>
        </w:rPr>
        <w:t xml:space="preserve">  The Matrix is attached for ROS member review and will be open for questions or comments at the February 14 ROS meeting.</w:t>
      </w:r>
    </w:p>
    <w:p w:rsidR="00F55FAF" w:rsidRDefault="00F55FAF" w:rsidP="001D64F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At the March ROS meeting, the OPSTF will present a proposal to revise the ERCOT Planning Guides regarding Issue 4 (c).  </w:t>
      </w:r>
    </w:p>
    <w:p w:rsidR="00F55FAF" w:rsidRDefault="00F55FAF" w:rsidP="001D64FC">
      <w:pPr>
        <w:rPr>
          <w:sz w:val="28"/>
          <w:szCs w:val="28"/>
        </w:rPr>
      </w:pPr>
      <w:r>
        <w:rPr>
          <w:sz w:val="28"/>
          <w:szCs w:val="28"/>
        </w:rPr>
        <w:tab/>
        <w:t>At the February 14 ROS meeting, the OPSTF will be asking ROS to endorse the following recommendations:  1) three “Best Practice” techniques for Transmission Planners, 2) Action Items for three standing Working Groups that report to ROS, and 3) two process changes for the ERCOT 5-year Plan process.</w:t>
      </w:r>
    </w:p>
    <w:p w:rsidR="00F55FAF" w:rsidRDefault="00F55FAF" w:rsidP="001D64FC">
      <w:pPr>
        <w:rPr>
          <w:sz w:val="28"/>
          <w:szCs w:val="28"/>
        </w:rPr>
      </w:pPr>
      <w:r>
        <w:rPr>
          <w:sz w:val="28"/>
          <w:szCs w:val="28"/>
        </w:rPr>
        <w:tab/>
        <w:t>These recommendations are stated in detail on the following pages.</w:t>
      </w: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1D64FC">
      <w:pPr>
        <w:rPr>
          <w:sz w:val="28"/>
          <w:szCs w:val="28"/>
        </w:rPr>
      </w:pPr>
    </w:p>
    <w:p w:rsidR="00F55FAF" w:rsidRPr="008A1D8C" w:rsidRDefault="00F55FAF" w:rsidP="008A1D8C">
      <w:pPr>
        <w:jc w:val="center"/>
        <w:rPr>
          <w:sz w:val="32"/>
          <w:szCs w:val="32"/>
          <w:u w:val="single"/>
        </w:rPr>
      </w:pPr>
      <w:r w:rsidRPr="008A1D8C">
        <w:rPr>
          <w:sz w:val="32"/>
          <w:szCs w:val="32"/>
          <w:u w:val="single"/>
        </w:rPr>
        <w:t>Best Practices</w:t>
      </w:r>
    </w:p>
    <w:p w:rsidR="00F55FAF" w:rsidRDefault="00F55FAF" w:rsidP="001D64FC">
      <w:pPr>
        <w:rPr>
          <w:sz w:val="28"/>
          <w:szCs w:val="28"/>
        </w:rPr>
      </w:pPr>
    </w:p>
    <w:p w:rsidR="00F55FAF" w:rsidRDefault="00F55FAF" w:rsidP="0091649E">
      <w:pPr>
        <w:rPr>
          <w:color w:val="000000"/>
        </w:rPr>
      </w:pPr>
      <w:r>
        <w:rPr>
          <w:sz w:val="28"/>
          <w:szCs w:val="28"/>
        </w:rPr>
        <w:t xml:space="preserve">Issue 2:  </w:t>
      </w:r>
      <w:r w:rsidRPr="0091649E">
        <w:rPr>
          <w:color w:val="000000"/>
          <w:sz w:val="28"/>
          <w:szCs w:val="28"/>
        </w:rPr>
        <w:t>Ensure that Real-Time Operations, Outage Planning and Transmission Planning processes are aligned in the use of operating generic transmission limits.</w:t>
      </w:r>
    </w:p>
    <w:p w:rsidR="00F55FAF" w:rsidRDefault="00F55FAF" w:rsidP="00C47B04">
      <w:pPr>
        <w:rPr>
          <w:color w:val="000000"/>
          <w:sz w:val="28"/>
          <w:szCs w:val="28"/>
        </w:rPr>
      </w:pPr>
      <w:r w:rsidRPr="0091649E">
        <w:rPr>
          <w:color w:val="000000"/>
          <w:sz w:val="28"/>
          <w:szCs w:val="28"/>
          <w:u w:val="single"/>
        </w:rPr>
        <w:t>OSPTF Recommended best practice:</w:t>
      </w:r>
      <w:r>
        <w:rPr>
          <w:color w:val="000000"/>
          <w:sz w:val="28"/>
          <w:szCs w:val="28"/>
        </w:rPr>
        <w:tab/>
        <w:t>Generic transmission limits (GTLs)</w:t>
      </w:r>
      <w:r w:rsidRPr="00C47B04">
        <w:rPr>
          <w:color w:val="000000"/>
          <w:sz w:val="28"/>
          <w:szCs w:val="28"/>
        </w:rPr>
        <w:t xml:space="preserve"> reflect market based limits for studies that are economic in nature.  Transmission planners need to respect SOLs &amp; IROLs for reliability studies, but if studying congestion the lower GTL limits should be use</w:t>
      </w:r>
      <w:r>
        <w:rPr>
          <w:color w:val="000000"/>
          <w:sz w:val="28"/>
          <w:szCs w:val="28"/>
        </w:rPr>
        <w:t>d.</w:t>
      </w:r>
    </w:p>
    <w:p w:rsidR="00F55FAF" w:rsidRDefault="00F55FAF" w:rsidP="00C47B04">
      <w:pPr>
        <w:rPr>
          <w:color w:val="000000"/>
          <w:sz w:val="28"/>
          <w:szCs w:val="28"/>
        </w:rPr>
      </w:pPr>
    </w:p>
    <w:p w:rsidR="00F55FAF" w:rsidRDefault="00F55FAF" w:rsidP="00C47B0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Issue 5 (b):  Establish a basis for load variations, including area seasonal variations</w:t>
      </w:r>
    </w:p>
    <w:p w:rsidR="00F55FAF" w:rsidRPr="0091649E" w:rsidRDefault="00F55FAF" w:rsidP="0091649E">
      <w:pPr>
        <w:rPr>
          <w:color w:val="000000"/>
          <w:sz w:val="28"/>
          <w:szCs w:val="28"/>
        </w:rPr>
      </w:pPr>
      <w:r w:rsidRPr="001D4A7A">
        <w:rPr>
          <w:color w:val="000000"/>
          <w:sz w:val="28"/>
          <w:szCs w:val="28"/>
          <w:u w:val="single"/>
        </w:rPr>
        <w:t>OPSTF Recommended best practice:</w:t>
      </w:r>
      <w:r>
        <w:rPr>
          <w:color w:val="000000"/>
          <w:sz w:val="28"/>
          <w:szCs w:val="28"/>
        </w:rPr>
        <w:t xml:space="preserve">  </w:t>
      </w:r>
      <w:r w:rsidRPr="0091649E">
        <w:rPr>
          <w:color w:val="000000"/>
          <w:sz w:val="28"/>
          <w:szCs w:val="28"/>
        </w:rPr>
        <w:t xml:space="preserve">For small local areas and load pockets </w:t>
      </w:r>
      <w:r>
        <w:rPr>
          <w:color w:val="000000"/>
          <w:sz w:val="28"/>
          <w:szCs w:val="28"/>
        </w:rPr>
        <w:t xml:space="preserve">transmission </w:t>
      </w:r>
      <w:r w:rsidRPr="0091649E">
        <w:rPr>
          <w:color w:val="000000"/>
          <w:sz w:val="28"/>
          <w:szCs w:val="28"/>
        </w:rPr>
        <w:t xml:space="preserve">planners </w:t>
      </w:r>
      <w:r>
        <w:rPr>
          <w:color w:val="000000"/>
          <w:sz w:val="28"/>
          <w:szCs w:val="28"/>
        </w:rPr>
        <w:t xml:space="preserve">should </w:t>
      </w:r>
      <w:r w:rsidRPr="0091649E">
        <w:rPr>
          <w:color w:val="000000"/>
          <w:sz w:val="28"/>
          <w:szCs w:val="28"/>
        </w:rPr>
        <w:t xml:space="preserve">model the undiversified load level as a reasonable load variation. For regional or weather zone load variations, planners </w:t>
      </w:r>
      <w:r>
        <w:rPr>
          <w:color w:val="000000"/>
          <w:sz w:val="28"/>
          <w:szCs w:val="28"/>
        </w:rPr>
        <w:t>should</w:t>
      </w:r>
      <w:r w:rsidRPr="0091649E">
        <w:rPr>
          <w:color w:val="000000"/>
          <w:sz w:val="28"/>
          <w:szCs w:val="28"/>
        </w:rPr>
        <w:t xml:space="preserve"> model</w:t>
      </w:r>
      <w:r>
        <w:rPr>
          <w:color w:val="000000"/>
          <w:sz w:val="28"/>
          <w:szCs w:val="28"/>
        </w:rPr>
        <w:t xml:space="preserve"> a reasonable high load forecast, such as a</w:t>
      </w:r>
      <w:r w:rsidRPr="0091649E">
        <w:rPr>
          <w:color w:val="000000"/>
          <w:sz w:val="28"/>
          <w:szCs w:val="28"/>
        </w:rPr>
        <w:t xml:space="preserve"> 90th percentile load forecast.</w:t>
      </w:r>
      <w:r>
        <w:rPr>
          <w:color w:val="000000"/>
          <w:sz w:val="28"/>
          <w:szCs w:val="28"/>
        </w:rPr>
        <w:t xml:space="preserve"> </w:t>
      </w:r>
      <w:r w:rsidRPr="0091649E">
        <w:rPr>
          <w:color w:val="000000"/>
          <w:sz w:val="28"/>
          <w:szCs w:val="28"/>
        </w:rPr>
        <w:t xml:space="preserve"> </w:t>
      </w:r>
    </w:p>
    <w:p w:rsidR="00F55FAF" w:rsidRDefault="00F55FAF" w:rsidP="00C47B0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F55FAF" w:rsidRDefault="00F55FAF" w:rsidP="00C47B0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Issue 9:  Consideration of transmission maintenance outages in planning studies</w:t>
      </w:r>
    </w:p>
    <w:p w:rsidR="00F55FAF" w:rsidRDefault="00F55FAF" w:rsidP="0091649E">
      <w:pPr>
        <w:rPr>
          <w:color w:val="000000"/>
          <w:sz w:val="28"/>
          <w:szCs w:val="28"/>
        </w:rPr>
      </w:pPr>
      <w:r w:rsidRPr="001D4A7A">
        <w:rPr>
          <w:color w:val="000000"/>
          <w:sz w:val="28"/>
          <w:szCs w:val="28"/>
          <w:u w:val="single"/>
        </w:rPr>
        <w:t>OPSTF Recommended best practice:</w:t>
      </w:r>
      <w:r>
        <w:rPr>
          <w:color w:val="000000"/>
          <w:sz w:val="28"/>
          <w:szCs w:val="28"/>
        </w:rPr>
        <w:t xml:space="preserve">  </w:t>
      </w:r>
      <w:r w:rsidRPr="0091649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Transmission p</w:t>
      </w:r>
      <w:r w:rsidRPr="0091649E">
        <w:rPr>
          <w:color w:val="000000"/>
          <w:sz w:val="28"/>
          <w:szCs w:val="28"/>
        </w:rPr>
        <w:t xml:space="preserve">lanners should use input from Operators </w:t>
      </w:r>
      <w:r>
        <w:rPr>
          <w:color w:val="000000"/>
          <w:sz w:val="28"/>
          <w:szCs w:val="28"/>
        </w:rPr>
        <w:t>and</w:t>
      </w:r>
      <w:r w:rsidRPr="0091649E">
        <w:rPr>
          <w:color w:val="000000"/>
          <w:sz w:val="28"/>
          <w:szCs w:val="28"/>
        </w:rPr>
        <w:t xml:space="preserve"> planning software such as the new N-1-1 PSS/E scanning feature to identify difficult planned outages that require study before outage requests are submitted.</w:t>
      </w: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Pr="008579D9" w:rsidRDefault="00F55FAF" w:rsidP="003907C6">
      <w:pPr>
        <w:jc w:val="center"/>
        <w:rPr>
          <w:color w:val="000000"/>
          <w:sz w:val="32"/>
          <w:szCs w:val="32"/>
          <w:u w:val="single"/>
        </w:rPr>
      </w:pPr>
      <w:r w:rsidRPr="008579D9">
        <w:rPr>
          <w:color w:val="000000"/>
          <w:sz w:val="32"/>
          <w:szCs w:val="32"/>
          <w:u w:val="single"/>
        </w:rPr>
        <w:t>Action Items</w:t>
      </w:r>
    </w:p>
    <w:p w:rsidR="00F55FAF" w:rsidRDefault="00F55FAF" w:rsidP="0091649E">
      <w:pPr>
        <w:rPr>
          <w:color w:val="000000"/>
        </w:rPr>
      </w:pPr>
      <w:r>
        <w:rPr>
          <w:color w:val="000000"/>
          <w:sz w:val="28"/>
          <w:szCs w:val="28"/>
        </w:rPr>
        <w:t xml:space="preserve">Issue 6:  </w:t>
      </w:r>
      <w:r w:rsidRPr="008579D9">
        <w:rPr>
          <w:color w:val="000000"/>
          <w:sz w:val="28"/>
          <w:szCs w:val="28"/>
        </w:rPr>
        <w:t>Use of double circuit contingencies to develop operating limits – ERCOT Operations conservatively considers all double circuit contingencies.  Evaluate appropriate use of double circuit contingencies.</w:t>
      </w:r>
    </w:p>
    <w:p w:rsidR="00F55FAF" w:rsidRPr="009756C4" w:rsidRDefault="00F55FAF" w:rsidP="009756C4">
      <w:pPr>
        <w:rPr>
          <w:color w:val="000000"/>
          <w:sz w:val="28"/>
          <w:szCs w:val="28"/>
        </w:rPr>
      </w:pPr>
      <w:r w:rsidRPr="009756C4">
        <w:rPr>
          <w:color w:val="000000"/>
          <w:sz w:val="28"/>
          <w:szCs w:val="28"/>
        </w:rPr>
        <w:t>OPSTF discussed a proposal that a DCKT outage be considered only if it caused a reliability problem.  The 'push-back' was that it is hard for the market to model contingencies that are sometimes run and sometimes not.  ERCOT commented that this would be complex, burdensom</w:t>
      </w:r>
      <w:r>
        <w:rPr>
          <w:color w:val="000000"/>
          <w:sz w:val="28"/>
          <w:szCs w:val="28"/>
        </w:rPr>
        <w:t xml:space="preserve">e and require new tools for System Operations. </w:t>
      </w:r>
      <w:r w:rsidRPr="009756C4">
        <w:rPr>
          <w:color w:val="000000"/>
          <w:sz w:val="28"/>
          <w:szCs w:val="28"/>
          <w:u w:val="single"/>
        </w:rPr>
        <w:t xml:space="preserve">OPSTF recommends that ROS direct OWG </w:t>
      </w:r>
      <w:r w:rsidRPr="009756C4">
        <w:rPr>
          <w:color w:val="000000"/>
          <w:sz w:val="28"/>
          <w:szCs w:val="28"/>
        </w:rPr>
        <w:t>to modify the Operating Guides language</w:t>
      </w:r>
      <w:r>
        <w:rPr>
          <w:color w:val="000000"/>
          <w:sz w:val="28"/>
          <w:szCs w:val="28"/>
        </w:rPr>
        <w:t xml:space="preserve"> (pg. 1-15)</w:t>
      </w:r>
      <w:r w:rsidRPr="009756C4">
        <w:rPr>
          <w:color w:val="000000"/>
          <w:sz w:val="28"/>
          <w:szCs w:val="28"/>
        </w:rPr>
        <w:t xml:space="preserve"> to better reflect the actual practice.</w:t>
      </w: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Issue 12 (a):  Model generator-step-up transformer voltage regulation at the actual reference point (typically the generator bus).</w:t>
      </w:r>
    </w:p>
    <w:p w:rsidR="00F55FAF" w:rsidRPr="00903F4E" w:rsidRDefault="00F55FAF" w:rsidP="00903F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Transmission p</w:t>
      </w:r>
      <w:r w:rsidRPr="00903F4E">
        <w:rPr>
          <w:color w:val="000000"/>
          <w:sz w:val="28"/>
          <w:szCs w:val="28"/>
        </w:rPr>
        <w:t xml:space="preserve">lanners </w:t>
      </w:r>
      <w:r>
        <w:rPr>
          <w:color w:val="000000"/>
          <w:sz w:val="28"/>
          <w:szCs w:val="28"/>
        </w:rPr>
        <w:t xml:space="preserve">generally </w:t>
      </w:r>
      <w:r w:rsidRPr="00903F4E">
        <w:rPr>
          <w:color w:val="000000"/>
          <w:sz w:val="28"/>
          <w:szCs w:val="28"/>
        </w:rPr>
        <w:t>model regulation at the hi-side POI as required by the Protocols and Stability Studies.  But real-world gen</w:t>
      </w:r>
      <w:r>
        <w:rPr>
          <w:color w:val="000000"/>
          <w:sz w:val="28"/>
          <w:szCs w:val="28"/>
        </w:rPr>
        <w:t xml:space="preserve">eration sometimes </w:t>
      </w:r>
      <w:r w:rsidRPr="00903F4E">
        <w:rPr>
          <w:color w:val="000000"/>
          <w:sz w:val="28"/>
          <w:szCs w:val="28"/>
        </w:rPr>
        <w:t>regulates the low-side with the result that during contingencies actual gen voltage support is less than what planners see in their models. The RARF contains a field that designates where the location of the voltage regulation is (on high or low side).</w:t>
      </w:r>
      <w:r>
        <w:rPr>
          <w:color w:val="000000"/>
          <w:sz w:val="28"/>
          <w:szCs w:val="28"/>
        </w:rPr>
        <w:t xml:space="preserve">  </w:t>
      </w:r>
      <w:r w:rsidRPr="00903F4E">
        <w:rPr>
          <w:color w:val="000000"/>
          <w:sz w:val="28"/>
          <w:szCs w:val="28"/>
        </w:rPr>
        <w:t xml:space="preserve"> </w:t>
      </w:r>
      <w:r w:rsidRPr="00903F4E">
        <w:rPr>
          <w:color w:val="000000"/>
          <w:sz w:val="28"/>
          <w:szCs w:val="28"/>
          <w:u w:val="single"/>
        </w:rPr>
        <w:t>OPSTF recommends that ROS direct DWG</w:t>
      </w:r>
      <w:r>
        <w:rPr>
          <w:color w:val="000000"/>
          <w:sz w:val="28"/>
          <w:szCs w:val="28"/>
        </w:rPr>
        <w:t xml:space="preserve"> to </w:t>
      </w:r>
      <w:r w:rsidRPr="00903F4E">
        <w:rPr>
          <w:color w:val="000000"/>
          <w:sz w:val="28"/>
          <w:szCs w:val="28"/>
        </w:rPr>
        <w:t>look into this issue with respect to operations and planning and make recommendat</w:t>
      </w:r>
      <w:r>
        <w:rPr>
          <w:color w:val="000000"/>
          <w:sz w:val="28"/>
          <w:szCs w:val="28"/>
        </w:rPr>
        <w:t xml:space="preserve">ions to </w:t>
      </w:r>
      <w:r w:rsidRPr="00903F4E">
        <w:rPr>
          <w:color w:val="000000"/>
          <w:sz w:val="28"/>
          <w:szCs w:val="28"/>
        </w:rPr>
        <w:t>ROS.</w:t>
      </w:r>
    </w:p>
    <w:p w:rsidR="00F55FAF" w:rsidRDefault="00F55FAF" w:rsidP="0091649E">
      <w:pPr>
        <w:rPr>
          <w:color w:val="000000"/>
          <w:sz w:val="28"/>
          <w:szCs w:val="28"/>
        </w:rPr>
      </w:pPr>
    </w:p>
    <w:p w:rsidR="00F55FAF" w:rsidRDefault="00F55FAF" w:rsidP="0091649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Issue 12 (c):  Model reactive loads accurately as seen from the transmission system.</w:t>
      </w:r>
    </w:p>
    <w:p w:rsidR="00F55FAF" w:rsidRDefault="00F55FAF" w:rsidP="001D64FC">
      <w:r w:rsidRPr="007D2185">
        <w:rPr>
          <w:color w:val="000000"/>
          <w:sz w:val="28"/>
          <w:szCs w:val="28"/>
        </w:rPr>
        <w:t xml:space="preserve">ALDR instructions require that pf data be taken where the meter is located. </w:t>
      </w:r>
      <w:r w:rsidRPr="00304FFA">
        <w:rPr>
          <w:color w:val="000000"/>
          <w:sz w:val="28"/>
          <w:szCs w:val="28"/>
          <w:u w:val="single"/>
        </w:rPr>
        <w:t>OPSTF recommends that ROS direct the SSWG</w:t>
      </w:r>
      <w:r w:rsidRPr="007D2185">
        <w:rPr>
          <w:color w:val="000000"/>
          <w:sz w:val="28"/>
          <w:szCs w:val="28"/>
        </w:rPr>
        <w:t xml:space="preserve"> to clarify</w:t>
      </w:r>
      <w:r>
        <w:rPr>
          <w:color w:val="000000"/>
          <w:sz w:val="28"/>
          <w:szCs w:val="28"/>
        </w:rPr>
        <w:t xml:space="preserve"> the need to</w:t>
      </w:r>
      <w:r w:rsidRPr="007D2185">
        <w:rPr>
          <w:color w:val="000000"/>
          <w:sz w:val="28"/>
          <w:szCs w:val="28"/>
        </w:rPr>
        <w:t xml:space="preserve"> compensat</w:t>
      </w:r>
      <w:r>
        <w:rPr>
          <w:color w:val="000000"/>
          <w:sz w:val="28"/>
          <w:szCs w:val="28"/>
        </w:rPr>
        <w:t>e</w:t>
      </w:r>
      <w:r w:rsidRPr="007D2185">
        <w:rPr>
          <w:color w:val="000000"/>
          <w:sz w:val="28"/>
          <w:szCs w:val="28"/>
        </w:rPr>
        <w:t xml:space="preserve"> for transformer losses when modeling loads on the high side of the transformer of 60kV or above. This should result in clarifying section 4.2 of the SSWG Procedural Manual.</w:t>
      </w:r>
    </w:p>
    <w:p w:rsidR="00F55FAF" w:rsidRPr="00D945F9" w:rsidRDefault="00F55FAF" w:rsidP="00D945F9">
      <w:pPr>
        <w:jc w:val="center"/>
        <w:rPr>
          <w:sz w:val="32"/>
          <w:szCs w:val="32"/>
          <w:u w:val="single"/>
        </w:rPr>
      </w:pPr>
      <w:r w:rsidRPr="00D945F9">
        <w:rPr>
          <w:sz w:val="32"/>
          <w:szCs w:val="32"/>
          <w:u w:val="single"/>
        </w:rPr>
        <w:t xml:space="preserve">ERCOT </w:t>
      </w:r>
      <w:r>
        <w:rPr>
          <w:sz w:val="32"/>
          <w:szCs w:val="32"/>
          <w:u w:val="single"/>
        </w:rPr>
        <w:t xml:space="preserve">5-Year Plan </w:t>
      </w:r>
      <w:r w:rsidRPr="00D945F9">
        <w:rPr>
          <w:sz w:val="32"/>
          <w:szCs w:val="32"/>
          <w:u w:val="single"/>
        </w:rPr>
        <w:t>Process Change</w:t>
      </w:r>
      <w:r>
        <w:rPr>
          <w:sz w:val="32"/>
          <w:szCs w:val="32"/>
          <w:u w:val="single"/>
        </w:rPr>
        <w:t>s</w:t>
      </w:r>
    </w:p>
    <w:p w:rsidR="00F55FAF" w:rsidRDefault="00F55FAF">
      <w:pPr>
        <w:rPr>
          <w:sz w:val="28"/>
          <w:szCs w:val="28"/>
        </w:rPr>
      </w:pPr>
    </w:p>
    <w:p w:rsidR="00F55FAF" w:rsidRDefault="00F55FAF">
      <w:pPr>
        <w:rPr>
          <w:sz w:val="28"/>
          <w:szCs w:val="28"/>
        </w:rPr>
      </w:pPr>
      <w:r>
        <w:rPr>
          <w:sz w:val="28"/>
          <w:szCs w:val="28"/>
        </w:rPr>
        <w:t>Issue 3 (a ):  Consistent publication date for the 5-Year Transmission Plan</w:t>
      </w:r>
    </w:p>
    <w:p w:rsidR="00F55FAF" w:rsidRDefault="00F55FAF" w:rsidP="00D945F9">
      <w:pPr>
        <w:rPr>
          <w:sz w:val="28"/>
          <w:szCs w:val="28"/>
        </w:rPr>
      </w:pPr>
      <w:r w:rsidRPr="004904BE">
        <w:rPr>
          <w:sz w:val="28"/>
          <w:szCs w:val="28"/>
          <w:u w:val="single"/>
        </w:rPr>
        <w:t>OPSTF recommends that ROS direct the PLWG</w:t>
      </w:r>
      <w:r>
        <w:rPr>
          <w:sz w:val="28"/>
          <w:szCs w:val="28"/>
        </w:rPr>
        <w:t xml:space="preserve"> to create a PGRR that establishes a December 31 deadline for the 5-year Regional Transmission Plan.</w:t>
      </w:r>
    </w:p>
    <w:p w:rsidR="00F55FAF" w:rsidRDefault="00F55FAF" w:rsidP="00D945F9">
      <w:pPr>
        <w:rPr>
          <w:sz w:val="28"/>
          <w:szCs w:val="28"/>
        </w:rPr>
      </w:pPr>
    </w:p>
    <w:p w:rsidR="00F55FAF" w:rsidRDefault="00F55FAF" w:rsidP="00D945F9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Issue 3 (b):  </w:t>
      </w:r>
      <w:r w:rsidRPr="00D945F9">
        <w:rPr>
          <w:color w:val="000000"/>
          <w:sz w:val="28"/>
          <w:szCs w:val="28"/>
        </w:rPr>
        <w:t>Consideration of incomplete Five Year Transmission Plan reliability projects in seasonal RAP/MP/SPS development.</w:t>
      </w:r>
    </w:p>
    <w:p w:rsidR="00F55FAF" w:rsidRPr="00D945F9" w:rsidRDefault="00F55FAF" w:rsidP="00D945F9">
      <w:pPr>
        <w:rPr>
          <w:color w:val="000000"/>
          <w:sz w:val="28"/>
          <w:szCs w:val="28"/>
        </w:rPr>
      </w:pPr>
      <w:r w:rsidRPr="00D945F9">
        <w:rPr>
          <w:color w:val="000000"/>
          <w:sz w:val="28"/>
          <w:szCs w:val="28"/>
          <w:u w:val="single"/>
        </w:rPr>
        <w:t>OPSTF recommends that ROS ask ERCOT System Planning</w:t>
      </w:r>
      <w:r w:rsidRPr="00D945F9">
        <w:rPr>
          <w:color w:val="000000"/>
          <w:sz w:val="28"/>
          <w:szCs w:val="28"/>
        </w:rPr>
        <w:t xml:space="preserve"> to make</w:t>
      </w:r>
      <w:r>
        <w:rPr>
          <w:color w:val="000000"/>
          <w:sz w:val="28"/>
          <w:szCs w:val="28"/>
        </w:rPr>
        <w:t xml:space="preserve"> </w:t>
      </w:r>
      <w:r w:rsidRPr="00D945F9">
        <w:rPr>
          <w:color w:val="000000"/>
          <w:sz w:val="28"/>
          <w:szCs w:val="28"/>
        </w:rPr>
        <w:t xml:space="preserve">internal process changes to </w:t>
      </w:r>
      <w:r>
        <w:rPr>
          <w:color w:val="000000"/>
          <w:sz w:val="28"/>
          <w:szCs w:val="28"/>
        </w:rPr>
        <w:t>seek</w:t>
      </w:r>
      <w:r w:rsidRPr="00D945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Transmission Service Providers (</w:t>
      </w:r>
      <w:r w:rsidRPr="00D945F9">
        <w:rPr>
          <w:color w:val="000000"/>
          <w:sz w:val="28"/>
          <w:szCs w:val="28"/>
        </w:rPr>
        <w:t>TSP</w:t>
      </w:r>
      <w:r>
        <w:rPr>
          <w:color w:val="000000"/>
          <w:sz w:val="28"/>
          <w:szCs w:val="28"/>
        </w:rPr>
        <w:t>)</w:t>
      </w:r>
      <w:r w:rsidRPr="00D945F9">
        <w:rPr>
          <w:color w:val="000000"/>
          <w:sz w:val="28"/>
          <w:szCs w:val="28"/>
        </w:rPr>
        <w:t xml:space="preserve"> RAP/MP/SPS development and formalize this in the 5-Yr Plan process</w:t>
      </w:r>
      <w:r>
        <w:rPr>
          <w:color w:val="000000"/>
          <w:sz w:val="28"/>
          <w:szCs w:val="28"/>
        </w:rPr>
        <w:t>.</w:t>
      </w:r>
    </w:p>
    <w:p w:rsidR="00F55FAF" w:rsidRDefault="00F55FAF" w:rsidP="00D945F9">
      <w:pPr>
        <w:rPr>
          <w:color w:val="000000"/>
          <w:sz w:val="28"/>
          <w:szCs w:val="28"/>
        </w:rPr>
      </w:pPr>
    </w:p>
    <w:p w:rsidR="00F55FAF" w:rsidRPr="00D945F9" w:rsidRDefault="00F55FAF" w:rsidP="00D945F9">
      <w:pPr>
        <w:rPr>
          <w:color w:val="000000"/>
          <w:sz w:val="28"/>
          <w:szCs w:val="28"/>
        </w:rPr>
      </w:pPr>
    </w:p>
    <w:p w:rsidR="00F55FAF" w:rsidRDefault="00F55FAF">
      <w:pPr>
        <w:rPr>
          <w:sz w:val="28"/>
          <w:szCs w:val="28"/>
        </w:rPr>
      </w:pPr>
    </w:p>
    <w:p w:rsidR="00F55FAF" w:rsidRDefault="00F55FAF">
      <w:pPr>
        <w:rPr>
          <w:sz w:val="28"/>
          <w:szCs w:val="28"/>
        </w:rPr>
      </w:pPr>
    </w:p>
    <w:p w:rsidR="00F55FAF" w:rsidRDefault="00F55FAF">
      <w:pPr>
        <w:rPr>
          <w:sz w:val="28"/>
          <w:szCs w:val="28"/>
        </w:rPr>
      </w:pPr>
    </w:p>
    <w:p w:rsidR="00F55FAF" w:rsidRPr="00A329FE" w:rsidRDefault="00F55FAF">
      <w:pPr>
        <w:rPr>
          <w:sz w:val="28"/>
          <w:szCs w:val="28"/>
        </w:rPr>
      </w:pPr>
    </w:p>
    <w:p w:rsidR="00F55FAF" w:rsidRPr="00D945F9" w:rsidRDefault="00F55FAF">
      <w:pPr>
        <w:rPr>
          <w:sz w:val="28"/>
          <w:szCs w:val="28"/>
        </w:rPr>
      </w:pPr>
    </w:p>
    <w:p w:rsidR="00F55FAF" w:rsidRDefault="00F55FAF"/>
    <w:sectPr w:rsidR="00F55FAF" w:rsidSect="0026505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FAF" w:rsidRDefault="00F55FAF" w:rsidP="00EF33F6">
      <w:pPr>
        <w:spacing w:after="0" w:line="240" w:lineRule="auto"/>
      </w:pPr>
      <w:r>
        <w:separator/>
      </w:r>
    </w:p>
  </w:endnote>
  <w:endnote w:type="continuationSeparator" w:id="0">
    <w:p w:rsidR="00F55FAF" w:rsidRDefault="00F55FAF" w:rsidP="00EF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AF" w:rsidRDefault="00F55FAF" w:rsidP="002D23AA">
    <w:pPr>
      <w:pStyle w:val="Footer"/>
      <w:tabs>
        <w:tab w:val="clear" w:pos="9360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ab/>
    </w:r>
    <w:r>
      <w:tab/>
    </w:r>
    <w:r>
      <w:tab/>
    </w:r>
    <w:r>
      <w:tab/>
    </w:r>
    <w:r>
      <w:tab/>
      <w:t xml:space="preserve">     2/7/2013</w:t>
    </w:r>
  </w:p>
  <w:p w:rsidR="00F55FAF" w:rsidRDefault="00F55FAF">
    <w:pPr>
      <w:pStyle w:val="Footer"/>
    </w:pPr>
    <w:r>
      <w:tab/>
    </w:r>
    <w:r>
      <w:tab/>
      <w:t>J.Armke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FAF" w:rsidRDefault="00F55FAF" w:rsidP="00EF33F6">
      <w:pPr>
        <w:spacing w:after="0" w:line="240" w:lineRule="auto"/>
      </w:pPr>
      <w:r>
        <w:separator/>
      </w:r>
    </w:p>
  </w:footnote>
  <w:footnote w:type="continuationSeparator" w:id="0">
    <w:p w:rsidR="00F55FAF" w:rsidRDefault="00F55FAF" w:rsidP="00EF3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4FC"/>
    <w:rsid w:val="001219B2"/>
    <w:rsid w:val="001244E9"/>
    <w:rsid w:val="00150D1D"/>
    <w:rsid w:val="001D4A7A"/>
    <w:rsid w:val="001D64FC"/>
    <w:rsid w:val="00213E6C"/>
    <w:rsid w:val="002537B1"/>
    <w:rsid w:val="002606D9"/>
    <w:rsid w:val="0026505F"/>
    <w:rsid w:val="002C07FC"/>
    <w:rsid w:val="002D23AA"/>
    <w:rsid w:val="002F475D"/>
    <w:rsid w:val="00304FFA"/>
    <w:rsid w:val="0031200E"/>
    <w:rsid w:val="003143A1"/>
    <w:rsid w:val="0036301D"/>
    <w:rsid w:val="003907C6"/>
    <w:rsid w:val="003E3B9C"/>
    <w:rsid w:val="004904BE"/>
    <w:rsid w:val="005220FE"/>
    <w:rsid w:val="005B1795"/>
    <w:rsid w:val="005E766D"/>
    <w:rsid w:val="0061237B"/>
    <w:rsid w:val="006217C0"/>
    <w:rsid w:val="006256BA"/>
    <w:rsid w:val="006B373F"/>
    <w:rsid w:val="006B3CFD"/>
    <w:rsid w:val="007868B6"/>
    <w:rsid w:val="007A7B16"/>
    <w:rsid w:val="007D17B2"/>
    <w:rsid w:val="007D2185"/>
    <w:rsid w:val="00841672"/>
    <w:rsid w:val="008579D9"/>
    <w:rsid w:val="008A1D8C"/>
    <w:rsid w:val="00903F4E"/>
    <w:rsid w:val="0091649E"/>
    <w:rsid w:val="0097522D"/>
    <w:rsid w:val="009756C4"/>
    <w:rsid w:val="009E1D81"/>
    <w:rsid w:val="00A02572"/>
    <w:rsid w:val="00A329FE"/>
    <w:rsid w:val="00A368FC"/>
    <w:rsid w:val="00AE4087"/>
    <w:rsid w:val="00AF777B"/>
    <w:rsid w:val="00B832E3"/>
    <w:rsid w:val="00BB2110"/>
    <w:rsid w:val="00BF6E77"/>
    <w:rsid w:val="00C47B04"/>
    <w:rsid w:val="00CC759F"/>
    <w:rsid w:val="00CF6720"/>
    <w:rsid w:val="00D02601"/>
    <w:rsid w:val="00D945F9"/>
    <w:rsid w:val="00DE7C82"/>
    <w:rsid w:val="00EF33F6"/>
    <w:rsid w:val="00F308DC"/>
    <w:rsid w:val="00F55FAF"/>
    <w:rsid w:val="00F7087B"/>
    <w:rsid w:val="00F90804"/>
    <w:rsid w:val="00FB7228"/>
    <w:rsid w:val="00FD0A04"/>
    <w:rsid w:val="00FD3F55"/>
    <w:rsid w:val="00FE5293"/>
    <w:rsid w:val="00FE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5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33F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33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F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33F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8416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244E9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D026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9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4</Pages>
  <Words>658</Words>
  <Characters>3754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OPSTF Report to ROS</dc:title>
  <dc:subject/>
  <dc:creator>Cougar</dc:creator>
  <cp:keywords/>
  <dc:description/>
  <cp:lastModifiedBy>armke</cp:lastModifiedBy>
  <cp:revision>19</cp:revision>
  <cp:lastPrinted>2012-11-07T13:15:00Z</cp:lastPrinted>
  <dcterms:created xsi:type="dcterms:W3CDTF">2013-02-04T19:58:00Z</dcterms:created>
  <dcterms:modified xsi:type="dcterms:W3CDTF">2013-02-07T13:16:00Z</dcterms:modified>
</cp:coreProperties>
</file>